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UR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6954DE1E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2044B">
        <w:rPr>
          <w:rFonts w:ascii="Corbel" w:hAnsi="Corbel"/>
          <w:i/>
          <w:smallCaps/>
          <w:sz w:val="24"/>
          <w:szCs w:val="24"/>
        </w:rPr>
        <w:t>2019-2022</w:t>
      </w:r>
    </w:p>
    <w:p w14:paraId="4C988CFF" w14:textId="2CDE2640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82044B">
        <w:rPr>
          <w:rFonts w:ascii="Corbel" w:hAnsi="Corbel"/>
          <w:sz w:val="20"/>
          <w:szCs w:val="20"/>
        </w:rPr>
        <w:t>0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82044B">
        <w:rPr>
          <w:rFonts w:ascii="Corbel" w:hAnsi="Corbel"/>
          <w:sz w:val="20"/>
          <w:szCs w:val="20"/>
        </w:rPr>
        <w:t>1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22B94ABE" w:rsidR="0085747A" w:rsidRPr="00D33409" w:rsidRDefault="00D334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340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r Lidia </w:t>
            </w:r>
            <w:proofErr w:type="spellStart"/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r Lidia </w:t>
            </w:r>
            <w:proofErr w:type="spellStart"/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14D8093B" w14:textId="1B98534D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Wykł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Konw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Sem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133C">
              <w:rPr>
                <w:rFonts w:ascii="Corbel" w:hAnsi="Corbel"/>
                <w:szCs w:val="24"/>
              </w:rPr>
              <w:t>Prakt</w:t>
            </w:r>
            <w:proofErr w:type="spellEnd"/>
            <w:r w:rsidRPr="00BF13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EA02B11" w:rsidR="00015B8F" w:rsidRPr="00BF133C" w:rsidRDefault="00D334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0F74FC97" w:rsidR="00015B8F" w:rsidRPr="00BF133C" w:rsidRDefault="00D334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0BF8F7D4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52F9E9D" w:rsidR="00E22FBC" w:rsidRPr="00BF133C" w:rsidRDefault="00BF133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b w:val="0"/>
          <w:smallCaps w:val="0"/>
        </w:rPr>
        <w:t>egzamin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62910F8A" w14:textId="1B38FE4F" w:rsidR="00D126C2" w:rsidRPr="00BF133C" w:rsidRDefault="00BF133C" w:rsidP="00BF133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K_W11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przedsiębiorcy i innowacji J. </w:t>
            </w:r>
            <w:proofErr w:type="spellStart"/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</w:t>
            </w:r>
            <w:proofErr w:type="spellEnd"/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– platformy MS </w:t>
      </w:r>
      <w:proofErr w:type="spellStart"/>
      <w:r w:rsidR="00503055" w:rsidRPr="00BF133C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F133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F133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53B07D62" w:rsidR="0085747A" w:rsidRPr="00BF133C" w:rsidRDefault="00D33409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F13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F13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947AF61" w:rsidR="00C61DC5" w:rsidRPr="00BF133C" w:rsidRDefault="00D33409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</w:t>
            </w:r>
            <w:proofErr w:type="spellStart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Kasiewicz</w:t>
            </w:r>
            <w:proofErr w:type="spellEnd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H. </w:t>
            </w:r>
            <w:proofErr w:type="spellStart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Możaryn</w:t>
            </w:r>
            <w:proofErr w:type="spellEnd"/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proofErr w:type="spellStart"/>
            <w:r w:rsidRPr="0093371B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L., Sieradzka K., 2018, Zachowania przedsiębiorcze – współczesne wyzwania, Wyd. Instytut Naukowo-Wydawniczy „</w:t>
            </w:r>
            <w:proofErr w:type="spellStart"/>
            <w:r w:rsidRPr="0093371B">
              <w:rPr>
                <w:rFonts w:ascii="Corbel" w:hAnsi="Corbel"/>
                <w:bCs/>
                <w:sz w:val="24"/>
                <w:szCs w:val="24"/>
              </w:rPr>
              <w:t>Spatium</w:t>
            </w:r>
            <w:proofErr w:type="spellEnd"/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</w:t>
            </w:r>
            <w:proofErr w:type="spellStart"/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</w:t>
            </w:r>
            <w:proofErr w:type="spellEnd"/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36E42">
              <w:rPr>
                <w:rFonts w:ascii="Corbel" w:hAnsi="Corbel"/>
                <w:sz w:val="24"/>
                <w:szCs w:val="24"/>
              </w:rPr>
              <w:t>Kaliszczak</w:t>
            </w:r>
            <w:proofErr w:type="spellEnd"/>
            <w:r w:rsidRPr="00736E42">
              <w:rPr>
                <w:rFonts w:ascii="Corbel" w:hAnsi="Corbel"/>
                <w:sz w:val="24"/>
                <w:szCs w:val="24"/>
              </w:rPr>
              <w:t xml:space="preserve">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</w:t>
            </w:r>
            <w:proofErr w:type="spellEnd"/>
            <w:r w:rsidRPr="00736E42">
              <w:rPr>
                <w:rFonts w:ascii="Corbel" w:hAnsi="Corbel"/>
                <w:b w:val="0"/>
                <w:smallCaps w:val="0"/>
                <w:szCs w:val="24"/>
              </w:rPr>
              <w:t>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F892F" w14:textId="77777777" w:rsidR="00C60D81" w:rsidRDefault="00C60D81" w:rsidP="00C16ABF">
      <w:pPr>
        <w:spacing w:after="0" w:line="240" w:lineRule="auto"/>
      </w:pPr>
      <w:r>
        <w:separator/>
      </w:r>
    </w:p>
  </w:endnote>
  <w:endnote w:type="continuationSeparator" w:id="0">
    <w:p w14:paraId="39BE4494" w14:textId="77777777" w:rsidR="00C60D81" w:rsidRDefault="00C60D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54860" w14:textId="77777777" w:rsidR="00C60D81" w:rsidRDefault="00C60D81" w:rsidP="00C16ABF">
      <w:pPr>
        <w:spacing w:after="0" w:line="240" w:lineRule="auto"/>
      </w:pPr>
      <w:r>
        <w:separator/>
      </w:r>
    </w:p>
  </w:footnote>
  <w:footnote w:type="continuationSeparator" w:id="0">
    <w:p w14:paraId="0FFBFF04" w14:textId="77777777" w:rsidR="00C60D81" w:rsidRDefault="00C60D81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1554D"/>
    <w:rsid w:val="0081707E"/>
    <w:rsid w:val="0082044B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371B"/>
    <w:rsid w:val="0093628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D81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3409"/>
    <w:rsid w:val="00D352C9"/>
    <w:rsid w:val="00D425B2"/>
    <w:rsid w:val="00D428D6"/>
    <w:rsid w:val="00D552B2"/>
    <w:rsid w:val="00D608D1"/>
    <w:rsid w:val="00D65647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40F7D-EC55-4056-AA77-62E59EA1D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528A2A-796E-44C6-A05E-650B7166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1276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60</cp:revision>
  <cp:lastPrinted>2019-02-06T12:12:00Z</cp:lastPrinted>
  <dcterms:created xsi:type="dcterms:W3CDTF">2020-10-26T00:48:00Z</dcterms:created>
  <dcterms:modified xsi:type="dcterms:W3CDTF">2020-12-10T05:49:00Z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